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57C70D4F">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3CA89E3A" w14:textId="38D4F09E" w:rsidR="00B87CFC" w:rsidRPr="004A7FBB" w:rsidRDefault="57C70D4F" w:rsidP="57C70D4F">
            <w:pPr>
              <w:cnfStyle w:val="100000000000" w:firstRow="1" w:lastRow="0" w:firstColumn="0" w:lastColumn="0" w:oddVBand="0" w:evenVBand="0" w:oddHBand="0" w:evenHBand="0" w:firstRowFirstColumn="0" w:firstRowLastColumn="0" w:lastRowFirstColumn="0" w:lastRowLastColumn="0"/>
            </w:pPr>
            <w:r>
              <w:t>GRADE: 9-12     2-3 85-minute classes</w:t>
            </w:r>
          </w:p>
          <w:p w14:paraId="6E4D1B03" w14:textId="265875A9" w:rsidR="00B87CFC" w:rsidRPr="004A7FBB" w:rsidRDefault="00B87CFC" w:rsidP="57C70D4F">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6A82BDC1"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EC7B7E">
              <w:t>4</w:t>
            </w:r>
          </w:p>
        </w:tc>
        <w:tc>
          <w:tcPr>
            <w:tcW w:w="1260" w:type="dxa"/>
            <w:shd w:val="clear" w:color="auto" w:fill="7030A0"/>
          </w:tcPr>
          <w:p w14:paraId="001D20D8" w14:textId="6F737D95" w:rsidR="003028B1" w:rsidRPr="004A7FBB" w:rsidRDefault="57C70D4F" w:rsidP="002A529F">
            <w:pPr>
              <w:cnfStyle w:val="100000000000" w:firstRow="1" w:lastRow="0" w:firstColumn="0" w:lastColumn="0" w:oddVBand="0" w:evenVBand="0" w:oddHBand="0" w:evenHBand="0" w:firstRowFirstColumn="0" w:firstRowLastColumn="0" w:lastRowFirstColumn="0" w:lastRowLastColumn="0"/>
            </w:pPr>
            <w:r>
              <w:t>Lesson Plan: 4</w:t>
            </w:r>
          </w:p>
        </w:tc>
      </w:tr>
      <w:tr w:rsidR="00DC208A" w:rsidRPr="004A7FBB" w14:paraId="46AA5D6B" w14:textId="77777777" w:rsidTr="57C70D4F">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670A4332" w:rsidR="00DC208A" w:rsidRPr="004A7FBB" w:rsidRDefault="1F708AFF" w:rsidP="005D09A5">
            <w:r w:rsidRPr="1F708AFF">
              <w:t xml:space="preserve">LESSON TITLE:  </w:t>
            </w:r>
            <w:r w:rsidR="00580DDC">
              <w:t xml:space="preserve">Minor </w:t>
            </w:r>
            <w:r w:rsidR="00CE0A3F">
              <w:t>Harmony and Rhythm</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71AADE51" w14:textId="11FA1E4D" w:rsidR="000072A6" w:rsidRPr="00A12BE6" w:rsidRDefault="00611E8B"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4FFB5258" wp14:editId="7AEDB4BF">
                      <wp:extent cx="2289996" cy="931523"/>
                      <wp:effectExtent l="6350" t="0" r="2540" b="254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rot="16200000">
                                <a:off x="0" y="0"/>
                                <a:ext cx="2376759" cy="966816"/>
                              </a:xfrm>
                              <a:prstGeom prst="rect">
                                <a:avLst/>
                              </a:prstGeom>
                              <a:noFill/>
                              <a:ln>
                                <a:noFill/>
                              </a:ln>
                            </pic:spPr>
                          </pic:pic>
                        </a:graphicData>
                      </a:graphic>
                    </wp:inline>
                  </w:drawing>
                </w:r>
              </w:p>
            </w:sdtContent>
          </w:sdt>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57C70D4F">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1E7530DE" w:rsidR="008C35D1" w:rsidRPr="00966439" w:rsidRDefault="57C70D4F" w:rsidP="00E5246D">
            <w:r w:rsidRPr="57C70D4F">
              <w:t>ENDURING UNDERSTANDING:</w:t>
            </w:r>
            <w:r>
              <w:rPr>
                <w:b w:val="0"/>
                <w:bCs w:val="0"/>
              </w:rPr>
              <w:t xml:space="preserve"> Analyzing creators’ context and how they manipulate elements of music provides insight into their intent and informs performance.</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57C70D4F">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1B341E46" w:rsidR="008C35D1" w:rsidRPr="0089109E" w:rsidRDefault="009C0BB2" w:rsidP="00951CF6">
            <w:pPr>
              <w:rPr>
                <w:b w:val="0"/>
                <w:highlight w:val="yellow"/>
              </w:rPr>
            </w:pPr>
            <w:r w:rsidRPr="00966439">
              <w:t>TECHNICAL FOCUS:</w:t>
            </w:r>
            <w:r w:rsidR="00087948" w:rsidRPr="00966439">
              <w:rPr>
                <w:b w:val="0"/>
              </w:rPr>
              <w:t xml:space="preserve"> Students will </w:t>
            </w:r>
            <w:r w:rsidR="00D42BA5">
              <w:rPr>
                <w:b w:val="0"/>
              </w:rPr>
              <w:t xml:space="preserve">be able </w:t>
            </w:r>
            <w:r w:rsidR="00CE0A3F">
              <w:rPr>
                <w:b w:val="0"/>
              </w:rPr>
              <w:t>t</w:t>
            </w:r>
            <w:r w:rsidR="00580DDC">
              <w:rPr>
                <w:b w:val="0"/>
              </w:rPr>
              <w:t>o create a</w:t>
            </w:r>
            <w:r w:rsidR="00CE0A3F">
              <w:rPr>
                <w:b w:val="0"/>
              </w:rPr>
              <w:t xml:space="preserve"> </w:t>
            </w:r>
            <w:proofErr w:type="spellStart"/>
            <w:r w:rsidR="00580DDC">
              <w:rPr>
                <w:b w:val="0"/>
              </w:rPr>
              <w:t>i</w:t>
            </w:r>
            <w:proofErr w:type="spellEnd"/>
            <w:r w:rsidR="00CE0A3F">
              <w:rPr>
                <w:b w:val="0"/>
              </w:rPr>
              <w:t>-</w:t>
            </w:r>
            <w:r w:rsidR="00580DDC">
              <w:rPr>
                <w:b w:val="0"/>
              </w:rPr>
              <w:t>III</w:t>
            </w:r>
            <w:r w:rsidR="00CE0A3F">
              <w:rPr>
                <w:b w:val="0"/>
              </w:rPr>
              <w:t>-</w:t>
            </w:r>
            <w:r w:rsidR="00580DDC">
              <w:rPr>
                <w:b w:val="0"/>
              </w:rPr>
              <w:t>VII</w:t>
            </w:r>
            <w:r w:rsidR="00CE0A3F">
              <w:rPr>
                <w:b w:val="0"/>
              </w:rPr>
              <w:t>-V</w:t>
            </w:r>
            <w:r w:rsidR="00580DDC">
              <w:rPr>
                <w:b w:val="0"/>
              </w:rPr>
              <w:t>I-V</w:t>
            </w:r>
            <w:r w:rsidR="00CE0A3F">
              <w:rPr>
                <w:b w:val="0"/>
              </w:rPr>
              <w:t xml:space="preserve"> harmonic progression in the key of C </w:t>
            </w:r>
            <w:r w:rsidR="00580DDC">
              <w:rPr>
                <w:b w:val="0"/>
              </w:rPr>
              <w:t xml:space="preserve">minor </w:t>
            </w:r>
            <w:r w:rsidR="00CE0A3F">
              <w:rPr>
                <w:b w:val="0"/>
              </w:rPr>
              <w:t>using</w:t>
            </w:r>
            <w:r w:rsidR="00580DDC">
              <w:rPr>
                <w:b w:val="0"/>
              </w:rPr>
              <w:t xml:space="preserve"> step entry method</w:t>
            </w:r>
            <w:r w:rsidR="00966439" w:rsidRPr="00966439">
              <w:rPr>
                <w:b w:val="0"/>
              </w:rPr>
              <w:t>. Student will use the DAW</w:t>
            </w:r>
            <w:r w:rsidR="00727D84">
              <w:rPr>
                <w:b w:val="0"/>
              </w:rPr>
              <w:t xml:space="preserve"> and </w:t>
            </w:r>
            <w:r w:rsidR="00C73E6D">
              <w:rPr>
                <w:b w:val="0"/>
              </w:rPr>
              <w:t>MIDI device</w:t>
            </w:r>
            <w:r w:rsidR="00966439" w:rsidRPr="00966439">
              <w:rPr>
                <w:b w:val="0"/>
              </w:rPr>
              <w:t xml:space="preserve"> to </w:t>
            </w:r>
            <w:r w:rsidR="00CE0A3F">
              <w:rPr>
                <w:b w:val="0"/>
              </w:rPr>
              <w:t xml:space="preserve">improvise </w:t>
            </w:r>
            <w:r w:rsidR="000072A6">
              <w:rPr>
                <w:b w:val="0"/>
              </w:rPr>
              <w:t xml:space="preserve">and </w:t>
            </w:r>
            <w:r w:rsidR="00966439" w:rsidRPr="00966439">
              <w:rPr>
                <w:b w:val="0"/>
              </w:rPr>
              <w:t xml:space="preserve">create </w:t>
            </w:r>
            <w:r w:rsidR="00CE0A3F">
              <w:rPr>
                <w:b w:val="0"/>
              </w:rPr>
              <w:t xml:space="preserve">a rhythmic </w:t>
            </w:r>
            <w:r w:rsidR="00EC7B7E">
              <w:rPr>
                <w:b w:val="0"/>
              </w:rPr>
              <w:t>harmon</w:t>
            </w:r>
            <w:r w:rsidR="00727D84">
              <w:rPr>
                <w:b w:val="0"/>
              </w:rPr>
              <w:t xml:space="preserve">ic </w:t>
            </w:r>
            <w:r w:rsidR="00CE0A3F">
              <w:rPr>
                <w:b w:val="0"/>
              </w:rPr>
              <w:t>accompaniment</w:t>
            </w:r>
            <w:r w:rsidR="00966439" w:rsidRPr="00966439">
              <w:rPr>
                <w:b w:val="0"/>
              </w:rPr>
              <w:t>.</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57C70D4F">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57C70D4F" w:rsidP="1F708AFF">
            <w:r>
              <w:t xml:space="preserve">MUSIC TECHNOLOGY GSE TO ADDRESS IN UNIT: </w:t>
            </w:r>
          </w:p>
          <w:p w14:paraId="7F42C009" w14:textId="2146C5BC" w:rsidR="57C70D4F" w:rsidRDefault="57C70D4F" w:rsidP="57C70D4F">
            <w:pPr>
              <w:rPr>
                <w:u w:val="single"/>
              </w:rPr>
            </w:pPr>
          </w:p>
          <w:p w14:paraId="045CEA32" w14:textId="7DE56803" w:rsidR="00CE0A3F" w:rsidRPr="00CE0A3F" w:rsidRDefault="57C70D4F" w:rsidP="57C70D4F">
            <w:pPr>
              <w:rPr>
                <w:u w:val="single"/>
              </w:rPr>
            </w:pPr>
            <w:r w:rsidRPr="57C70D4F">
              <w:rPr>
                <w:u w:val="single"/>
              </w:rPr>
              <w:t>CREATING</w:t>
            </w:r>
          </w:p>
          <w:p w14:paraId="63498BC9" w14:textId="32C43A6E" w:rsidR="00CE0A3F" w:rsidRPr="00CE0A3F" w:rsidRDefault="004B2DED" w:rsidP="57C70D4F">
            <w:r>
              <w:t>M</w:t>
            </w:r>
            <w:r w:rsidR="57C70D4F" w:rsidRPr="57C70D4F">
              <w:t>SMTC</w:t>
            </w:r>
            <w:r>
              <w:t>6</w:t>
            </w:r>
            <w:r w:rsidR="57C70D4F" w:rsidRPr="57C70D4F">
              <w:t xml:space="preserve">.CR.4: Share creative musical work (e.g. arrangement, composition, improvisation, mixed-media project, orchestration, sound design) that conveys intent, demonstrates craftsmanship, and exhibits originality. </w:t>
            </w:r>
          </w:p>
          <w:p w14:paraId="41688F2D" w14:textId="77777777" w:rsidR="00CE0A3F" w:rsidRDefault="00CE0A3F" w:rsidP="1F708AFF">
            <w:pPr>
              <w:rPr>
                <w:b w:val="0"/>
                <w:u w:val="single"/>
              </w:rPr>
            </w:pPr>
          </w:p>
          <w:p w14:paraId="39BDA9C1" w14:textId="6C9F8D50" w:rsidR="000072A6" w:rsidRPr="000072A6" w:rsidRDefault="57C70D4F" w:rsidP="57C70D4F">
            <w:pPr>
              <w:rPr>
                <w:u w:val="single"/>
              </w:rPr>
            </w:pPr>
            <w:r w:rsidRPr="57C70D4F">
              <w:rPr>
                <w:u w:val="single"/>
              </w:rPr>
              <w:t>PERFORMING</w:t>
            </w:r>
          </w:p>
          <w:p w14:paraId="6E0B002E" w14:textId="75018D75" w:rsidR="00EC7B7E" w:rsidRPr="00EC7B7E" w:rsidRDefault="004B2DED" w:rsidP="57C70D4F">
            <w:r>
              <w:t>M</w:t>
            </w:r>
            <w:r w:rsidR="57C70D4F" w:rsidRPr="57C70D4F">
              <w:t>SMTC</w:t>
            </w:r>
            <w:r>
              <w:t>6</w:t>
            </w:r>
            <w:r w:rsidR="57C70D4F" w:rsidRPr="57C70D4F">
              <w:t xml:space="preserve">.PR.2: Analyze the structure and context of varied musical works (e.g. arrangement, composition, improvisation, mixed-media project, orchestration, sound design) and their effects on performance. </w:t>
            </w:r>
          </w:p>
          <w:p w14:paraId="65F5468E" w14:textId="77777777" w:rsidR="0042058A" w:rsidRDefault="0042058A" w:rsidP="57C70D4F"/>
          <w:p w14:paraId="683251E7" w14:textId="21CEECC6" w:rsidR="00EC7B7E" w:rsidRPr="00727D84" w:rsidRDefault="57C70D4F" w:rsidP="57C70D4F">
            <w:pPr>
              <w:rPr>
                <w:u w:val="single"/>
              </w:rPr>
            </w:pPr>
            <w:r w:rsidRPr="57C70D4F">
              <w:rPr>
                <w:u w:val="single"/>
              </w:rPr>
              <w:t>RESPONDING</w:t>
            </w:r>
          </w:p>
          <w:p w14:paraId="4E4CF529" w14:textId="3AEF802A" w:rsidR="00CE0A3F" w:rsidRPr="00CE0A3F" w:rsidRDefault="004B2DED" w:rsidP="57C70D4F">
            <w:r>
              <w:t>M</w:t>
            </w:r>
            <w:r w:rsidR="57C70D4F" w:rsidRPr="57C70D4F">
              <w:t>SMTC</w:t>
            </w:r>
            <w:r>
              <w:t>6</w:t>
            </w:r>
            <w:r w:rsidR="57C70D4F" w:rsidRPr="57C70D4F">
              <w:t xml:space="preserve">.RE.1: Choose appropriate music for a specific purpose or situation. </w:t>
            </w:r>
          </w:p>
          <w:p w14:paraId="25EC24D2" w14:textId="515894B0" w:rsidR="00EC7B7E" w:rsidRPr="00EC7B7E" w:rsidRDefault="00EC7B7E" w:rsidP="00EC7B7E">
            <w:pPr>
              <w:rPr>
                <w:rFonts w:cstheme="minorHAnsi"/>
                <w:bCs w:val="0"/>
                <w:u w:val="single"/>
              </w:rPr>
            </w:pP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57C70D4F">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57C70D4F">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57C70D4F">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71192BB2" w14:textId="77777777" w:rsidR="00101116" w:rsidRPr="00580DDC" w:rsidRDefault="00CE0A3F" w:rsidP="0018266D">
            <w:pPr>
              <w:pStyle w:val="ListParagraph"/>
              <w:numPr>
                <w:ilvl w:val="0"/>
                <w:numId w:val="6"/>
              </w:numPr>
              <w:ind w:left="360"/>
              <w:rPr>
                <w:b w:val="0"/>
              </w:rPr>
            </w:pPr>
            <w:r>
              <w:rPr>
                <w:b w:val="0"/>
              </w:rPr>
              <w:t xml:space="preserve">Review lesson </w:t>
            </w:r>
            <w:r w:rsidR="00580DDC">
              <w:rPr>
                <w:b w:val="0"/>
              </w:rPr>
              <w:t>2</w:t>
            </w:r>
            <w:r>
              <w:rPr>
                <w:b w:val="0"/>
              </w:rPr>
              <w:t xml:space="preserve"> concepts and skills.</w:t>
            </w:r>
            <w:r w:rsidR="00101116" w:rsidRPr="00966439">
              <w:rPr>
                <w:b w:val="0"/>
              </w:rPr>
              <w:t xml:space="preserve"> </w:t>
            </w:r>
          </w:p>
          <w:p w14:paraId="685DF4FE" w14:textId="0BF6A562" w:rsidR="00580DDC" w:rsidRPr="00966439" w:rsidRDefault="00580DDC" w:rsidP="0018266D">
            <w:pPr>
              <w:pStyle w:val="ListParagraph"/>
              <w:numPr>
                <w:ilvl w:val="0"/>
                <w:numId w:val="6"/>
              </w:numPr>
              <w:ind w:left="360"/>
              <w:rPr>
                <w:b w:val="0"/>
              </w:rPr>
            </w:pPr>
            <w:r>
              <w:rPr>
                <w:b w:val="0"/>
              </w:rPr>
              <w:t>Review step entry method and the pencil tool in GarageBand.</w:t>
            </w:r>
          </w:p>
        </w:tc>
        <w:tc>
          <w:tcPr>
            <w:tcW w:w="3810" w:type="dxa"/>
            <w:gridSpan w:val="2"/>
            <w:shd w:val="clear" w:color="auto" w:fill="auto"/>
          </w:tcPr>
          <w:p w14:paraId="778CA39D" w14:textId="77777777" w:rsidR="00121EE8" w:rsidRPr="00966439" w:rsidRDefault="00121EE8" w:rsidP="0018266D">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18266D">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5788C09F" w:rsidR="008C35D1" w:rsidRPr="00966439" w:rsidRDefault="00727D84" w:rsidP="0018266D">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Formative assignment in DAW.</w:t>
            </w: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2DF9DC2B" w14:textId="77777777" w:rsidR="008C35D1" w:rsidRPr="00966439" w:rsidRDefault="008C35D1" w:rsidP="0018266D">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rsidRPr="00966439">
              <w:t>Vocabulary quizzes.</w:t>
            </w:r>
          </w:p>
          <w:p w14:paraId="2ACBE8A0" w14:textId="77777777" w:rsidR="008C35D1" w:rsidRPr="00966439" w:rsidRDefault="008C35D1" w:rsidP="00727D84">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57C70D4F">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57C70D4F">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4C3EBDF3" w:rsidR="00F05CFC" w:rsidRPr="009B0668" w:rsidRDefault="57C70D4F" w:rsidP="00970835">
            <w:pPr>
              <w:rPr>
                <w:b w:val="0"/>
                <w:bCs w:val="0"/>
              </w:rPr>
            </w:pPr>
            <w:r>
              <w:rPr>
                <w:b w:val="0"/>
                <w:bCs w:val="0"/>
              </w:rPr>
              <w:t>Introductory knowledge of the elements of music focusing on harmony and rhythm.</w:t>
            </w:r>
          </w:p>
          <w:p w14:paraId="2B7F25BC" w14:textId="3C0B5DE4" w:rsidR="57C70D4F" w:rsidRDefault="57C70D4F"/>
          <w:p w14:paraId="095FB5A3" w14:textId="79A8856E" w:rsidR="00951CF6" w:rsidRPr="001814D3" w:rsidRDefault="57C70D4F" w:rsidP="00970835">
            <w:r>
              <w:t xml:space="preserve">CONCEPTS: </w:t>
            </w:r>
          </w:p>
          <w:p w14:paraId="08B185EB" w14:textId="3D50806B" w:rsidR="008C3FA3" w:rsidRPr="00CE0A3F" w:rsidRDefault="00580DDC" w:rsidP="0018266D">
            <w:pPr>
              <w:pStyle w:val="ListParagraph"/>
              <w:numPr>
                <w:ilvl w:val="0"/>
                <w:numId w:val="5"/>
              </w:numPr>
              <w:rPr>
                <w:b w:val="0"/>
              </w:rPr>
            </w:pPr>
            <w:proofErr w:type="spellStart"/>
            <w:r>
              <w:rPr>
                <w:b w:val="0"/>
              </w:rPr>
              <w:t>i</w:t>
            </w:r>
            <w:proofErr w:type="spellEnd"/>
            <w:r w:rsidR="00CE0A3F">
              <w:rPr>
                <w:b w:val="0"/>
              </w:rPr>
              <w:t>-</w:t>
            </w:r>
            <w:r>
              <w:rPr>
                <w:b w:val="0"/>
              </w:rPr>
              <w:t>III</w:t>
            </w:r>
            <w:r w:rsidR="00CE0A3F">
              <w:rPr>
                <w:b w:val="0"/>
              </w:rPr>
              <w:t>-</w:t>
            </w:r>
            <w:r>
              <w:rPr>
                <w:b w:val="0"/>
              </w:rPr>
              <w:t>VII</w:t>
            </w:r>
            <w:r w:rsidR="00CE0A3F">
              <w:rPr>
                <w:b w:val="0"/>
              </w:rPr>
              <w:t>-</w:t>
            </w:r>
            <w:r>
              <w:rPr>
                <w:b w:val="0"/>
              </w:rPr>
              <w:t>VI-V</w:t>
            </w:r>
            <w:r w:rsidR="00E01DD4">
              <w:rPr>
                <w:b w:val="0"/>
              </w:rPr>
              <w:t xml:space="preserve">: </w:t>
            </w:r>
            <w:r w:rsidR="00CE0A3F">
              <w:rPr>
                <w:b w:val="0"/>
              </w:rPr>
              <w:t xml:space="preserve">C </w:t>
            </w:r>
            <w:r>
              <w:rPr>
                <w:b w:val="0"/>
              </w:rPr>
              <w:t>minor</w:t>
            </w:r>
            <w:r w:rsidR="00CE0A3F">
              <w:rPr>
                <w:b w:val="0"/>
              </w:rPr>
              <w:t xml:space="preserve"> p</w:t>
            </w:r>
            <w:r w:rsidR="00394688">
              <w:rPr>
                <w:b w:val="0"/>
              </w:rPr>
              <w:t>rogression</w:t>
            </w:r>
          </w:p>
          <w:p w14:paraId="00E84666" w14:textId="07DBDA27" w:rsidR="00CE0A3F" w:rsidRPr="00090370" w:rsidRDefault="57C70D4F" w:rsidP="0018266D">
            <w:pPr>
              <w:pStyle w:val="ListParagraph"/>
              <w:numPr>
                <w:ilvl w:val="0"/>
                <w:numId w:val="5"/>
              </w:numPr>
              <w:rPr>
                <w:b w:val="0"/>
                <w:bCs w:val="0"/>
              </w:rPr>
            </w:pPr>
            <w:r>
              <w:rPr>
                <w:b w:val="0"/>
                <w:bCs w:val="0"/>
              </w:rPr>
              <w:t>Left- and right-hand coordination</w:t>
            </w:r>
          </w:p>
          <w:p w14:paraId="47F5C38C" w14:textId="72505D63" w:rsidR="00090370" w:rsidRPr="001814D3" w:rsidRDefault="57C70D4F" w:rsidP="0018266D">
            <w:pPr>
              <w:pStyle w:val="ListParagraph"/>
              <w:numPr>
                <w:ilvl w:val="0"/>
                <w:numId w:val="5"/>
              </w:numPr>
              <w:rPr>
                <w:b w:val="0"/>
                <w:bCs w:val="0"/>
              </w:rPr>
            </w:pPr>
            <w:r>
              <w:rPr>
                <w:b w:val="0"/>
                <w:bCs w:val="0"/>
              </w:rPr>
              <w:t>Combining elements of Rhythm with Harmony</w:t>
            </w:r>
          </w:p>
          <w:p w14:paraId="79F0360A" w14:textId="69989F0A" w:rsidR="57C70D4F" w:rsidRDefault="57C70D4F"/>
          <w:p w14:paraId="570E8E4C" w14:textId="10F5BB31" w:rsidR="002F615E" w:rsidRPr="001814D3" w:rsidRDefault="00822D00" w:rsidP="00970835">
            <w:r w:rsidRPr="001814D3">
              <w:t>VOCABULARY</w:t>
            </w:r>
            <w:r w:rsidR="002260B1" w:rsidRPr="001814D3">
              <w:t xml:space="preserve">: </w:t>
            </w:r>
          </w:p>
          <w:p w14:paraId="6884C5A2" w14:textId="6066508F" w:rsidR="00090370" w:rsidRDefault="00394688" w:rsidP="00444F2B">
            <w:pPr>
              <w:rPr>
                <w:bCs w:val="0"/>
              </w:rPr>
            </w:pPr>
            <w:r>
              <w:rPr>
                <w:b w:val="0"/>
              </w:rPr>
              <w:t xml:space="preserve">Chord, harmony, interval, </w:t>
            </w:r>
            <w:r w:rsidR="00C018D7">
              <w:rPr>
                <w:b w:val="0"/>
              </w:rPr>
              <w:t xml:space="preserve">inversion, </w:t>
            </w:r>
            <w:r>
              <w:rPr>
                <w:b w:val="0"/>
              </w:rPr>
              <w:t>key, m</w:t>
            </w:r>
            <w:r w:rsidR="00727D84">
              <w:rPr>
                <w:b w:val="0"/>
              </w:rPr>
              <w:t>inor</w:t>
            </w:r>
            <w:r>
              <w:rPr>
                <w:b w:val="0"/>
              </w:rPr>
              <w:t xml:space="preserve"> chord, minor chord</w:t>
            </w:r>
            <w:r w:rsidR="00C018D7">
              <w:rPr>
                <w:b w:val="0"/>
              </w:rPr>
              <w:t>, progression</w:t>
            </w:r>
            <w:r w:rsidR="00580DDC">
              <w:rPr>
                <w:b w:val="0"/>
              </w:rPr>
              <w:t>, rhythm</w:t>
            </w:r>
          </w:p>
          <w:p w14:paraId="502D57F0" w14:textId="656C1D0F" w:rsidR="00580DDC" w:rsidRDefault="00580DDC" w:rsidP="00444F2B">
            <w:pPr>
              <w:rPr>
                <w:bCs w:val="0"/>
              </w:rPr>
            </w:pPr>
          </w:p>
          <w:p w14:paraId="7FA3BD69" w14:textId="77777777" w:rsidR="00813247" w:rsidRPr="00090370" w:rsidRDefault="00813247" w:rsidP="00444F2B">
            <w:pPr>
              <w:rPr>
                <w:b w:val="0"/>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4967F27E" w14:textId="791F0EB2" w:rsidR="00090370" w:rsidRDefault="00090370" w:rsidP="00444F2B">
            <w:pPr>
              <w:rPr>
                <w:b w:val="0"/>
                <w:bCs w:val="0"/>
              </w:rPr>
            </w:pPr>
            <w:hyperlink r:id="rId16" w:history="1">
              <w:r w:rsidRPr="00090370">
                <w:rPr>
                  <w:rStyle w:val="Hyperlink"/>
                  <w:b w:val="0"/>
                  <w:bCs w:val="0"/>
                </w:rPr>
                <w:t>daveconservatoire.org</w:t>
              </w:r>
            </w:hyperlink>
          </w:p>
          <w:p w14:paraId="25679A13" w14:textId="77777777" w:rsidR="009B0668" w:rsidRDefault="00730517" w:rsidP="00444F2B">
            <w:pPr>
              <w:rPr>
                <w:rStyle w:val="Hyperlink"/>
                <w:b w:val="0"/>
                <w:bCs w:val="0"/>
              </w:rPr>
            </w:pPr>
            <w:hyperlink r:id="rId17" w:history="1">
              <w:r w:rsidRPr="00730517">
                <w:rPr>
                  <w:rStyle w:val="Hyperlink"/>
                  <w:b w:val="0"/>
                  <w:bCs w:val="0"/>
                </w:rPr>
                <w:t>Intervals on the keyboard</w:t>
              </w:r>
            </w:hyperlink>
          </w:p>
          <w:p w14:paraId="27DDE859" w14:textId="7249BD90" w:rsidR="0099732B" w:rsidRPr="0089109E" w:rsidRDefault="0099732B" w:rsidP="00444F2B">
            <w:pPr>
              <w:rPr>
                <w:b w:val="0"/>
                <w:bCs w:val="0"/>
                <w:highlight w:val="yellow"/>
              </w:rPr>
            </w:pPr>
            <w:hyperlink r:id="rId18" w:history="1">
              <w:proofErr w:type="spellStart"/>
              <w:r w:rsidRPr="0099732B">
                <w:rPr>
                  <w:rStyle w:val="Hyperlink"/>
                  <w:b w:val="0"/>
                  <w:bCs w:val="0"/>
                </w:rPr>
                <w:t>MuTechTeacherNet</w:t>
              </w:r>
              <w:proofErr w:type="spellEnd"/>
            </w:hyperlink>
          </w:p>
        </w:tc>
      </w:tr>
      <w:tr w:rsidR="007477DC" w:rsidRPr="0089109E" w14:paraId="2ED2A82C" w14:textId="77777777" w:rsidTr="57C70D4F">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57C70D4F">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57C70D4F" w:rsidP="57C70D4F">
            <w:r w:rsidRPr="57C70D4F">
              <w:t xml:space="preserve">INCREASED RIGOR: </w:t>
            </w:r>
          </w:p>
          <w:p w14:paraId="45AE781E" w14:textId="5FABA97B" w:rsidR="00BB6A91" w:rsidRPr="001814D3" w:rsidRDefault="57C70D4F" w:rsidP="57C70D4F">
            <w:pPr>
              <w:rPr>
                <w:rFonts w:ascii="Times New Roman" w:eastAsia="Times New Roman" w:hAnsi="Times New Roman" w:cs="Times New Roman"/>
                <w:b w:val="0"/>
                <w:bCs w:val="0"/>
              </w:rPr>
            </w:pPr>
            <w:r w:rsidRPr="57C70D4F">
              <w:rPr>
                <w:b w:val="0"/>
                <w:bCs w:val="0"/>
              </w:rPr>
              <w:t>Advanced students will improvise rhythms with the chord progression using a combination of step and real time entry. Students working at an accelerated pace will create a 2</w:t>
            </w:r>
            <w:r w:rsidRPr="57C70D4F">
              <w:rPr>
                <w:b w:val="0"/>
                <w:bCs w:val="0"/>
                <w:vertAlign w:val="superscript"/>
              </w:rPr>
              <w:t>nd</w:t>
            </w:r>
            <w:r w:rsidRPr="57C70D4F">
              <w:rPr>
                <w:b w:val="0"/>
                <w:bCs w:val="0"/>
              </w:rPr>
              <w:t xml:space="preserve"> rhythmic harmonic accompaniment in a different key using a combination of step and real time entry.</w:t>
            </w:r>
          </w:p>
          <w:p w14:paraId="27B459C8" w14:textId="13A3C0D7" w:rsidR="57C70D4F" w:rsidRDefault="57C70D4F" w:rsidP="57C70D4F"/>
          <w:p w14:paraId="727C0839" w14:textId="0B653BA9" w:rsidR="00745806" w:rsidRPr="001814D3" w:rsidRDefault="57C70D4F" w:rsidP="57C70D4F">
            <w:r w:rsidRPr="57C70D4F">
              <w:t>ADAPTED ASSIGNMENT:</w:t>
            </w:r>
          </w:p>
          <w:p w14:paraId="1B545FF4" w14:textId="77777777" w:rsidR="00745806" w:rsidRPr="001814D3" w:rsidRDefault="57C70D4F" w:rsidP="57C70D4F">
            <w:pPr>
              <w:rPr>
                <w:b w:val="0"/>
                <w:bCs w:val="0"/>
              </w:rPr>
            </w:pPr>
            <w:r w:rsidRPr="57C70D4F">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57C70D4F">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57C70D4F">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18266D">
            <w:pPr>
              <w:pStyle w:val="ListParagraph"/>
              <w:numPr>
                <w:ilvl w:val="0"/>
                <w:numId w:val="4"/>
              </w:numPr>
              <w:rPr>
                <w:b w:val="0"/>
              </w:rPr>
            </w:pPr>
            <w:r w:rsidRPr="00611E8B">
              <w:rPr>
                <w:b w:val="0"/>
              </w:rPr>
              <w:t>Guided notetaking handout, pencil, and eraser</w:t>
            </w:r>
          </w:p>
          <w:p w14:paraId="12109733" w14:textId="75176BD9" w:rsidR="009A18E2" w:rsidRPr="00611E8B" w:rsidRDefault="00BB6A91" w:rsidP="0018266D">
            <w:pPr>
              <w:pStyle w:val="ListParagraph"/>
              <w:numPr>
                <w:ilvl w:val="0"/>
                <w:numId w:val="4"/>
              </w:numPr>
              <w:rPr>
                <w:b w:val="0"/>
                <w:bCs w:val="0"/>
              </w:rPr>
            </w:pPr>
            <w:r w:rsidRPr="00611E8B">
              <w:rPr>
                <w:b w:val="0"/>
              </w:rPr>
              <w:t>Student computer workstation, with headphones</w:t>
            </w:r>
          </w:p>
          <w:p w14:paraId="1E915DAB" w14:textId="47796168" w:rsidR="001814D3" w:rsidRPr="00611E8B" w:rsidRDefault="001814D3" w:rsidP="0018266D">
            <w:pPr>
              <w:pStyle w:val="ListParagraph"/>
              <w:numPr>
                <w:ilvl w:val="0"/>
                <w:numId w:val="4"/>
              </w:numPr>
              <w:rPr>
                <w:b w:val="0"/>
                <w:bCs w:val="0"/>
              </w:rPr>
            </w:pPr>
            <w:r w:rsidRPr="00611E8B">
              <w:rPr>
                <w:b w:val="0"/>
                <w:bCs w:val="0"/>
              </w:rPr>
              <w:t>DAW and MIDI Controller</w:t>
            </w:r>
          </w:p>
          <w:p w14:paraId="31684E13" w14:textId="57C04709" w:rsidR="00BB6A91" w:rsidRPr="00611E8B" w:rsidRDefault="00BB6A91" w:rsidP="0018266D">
            <w:pPr>
              <w:pStyle w:val="ListParagraph"/>
              <w:numPr>
                <w:ilvl w:val="0"/>
                <w:numId w:val="4"/>
              </w:numPr>
              <w:rPr>
                <w:b w:val="0"/>
                <w:bCs w:val="0"/>
              </w:rPr>
            </w:pPr>
            <w:r w:rsidRPr="00611E8B">
              <w:rPr>
                <w:b w:val="0"/>
                <w:bCs w:val="0"/>
              </w:rPr>
              <w:t>Web browser</w:t>
            </w:r>
          </w:p>
          <w:p w14:paraId="5664DFF9" w14:textId="77777777" w:rsidR="009A18E2" w:rsidRPr="00611E8B" w:rsidRDefault="00BB6A91" w:rsidP="0018266D">
            <w:pPr>
              <w:pStyle w:val="ListParagraph"/>
              <w:numPr>
                <w:ilvl w:val="0"/>
                <w:numId w:val="4"/>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p w14:paraId="542FFFC8" w14:textId="65BBEA46" w:rsidR="001814D3" w:rsidRPr="00611E8B" w:rsidRDefault="001814D3" w:rsidP="0018266D">
            <w:pPr>
              <w:pStyle w:val="ListParagraph"/>
              <w:numPr>
                <w:ilvl w:val="0"/>
                <w:numId w:val="4"/>
              </w:numPr>
              <w:rPr>
                <w:b w:val="0"/>
                <w:bCs w:val="0"/>
              </w:rPr>
            </w:pPr>
            <w:r w:rsidRPr="00611E8B">
              <w:rPr>
                <w:b w:val="0"/>
                <w:bCs w:val="0"/>
              </w:rPr>
              <w:t>Instructional videos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AA0A70D" w14:textId="37E5B438" w:rsidR="00580DDC" w:rsidRDefault="00D42BA5"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2C93A0CC" w14:textId="77777777" w:rsidR="00580DDC" w:rsidRDefault="00580DDC"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Demonstration video</w:t>
            </w:r>
          </w:p>
          <w:p w14:paraId="6123F42E" w14:textId="4B6179DC" w:rsidR="008C7FDD" w:rsidRPr="00611E8B" w:rsidRDefault="00CE0A3F" w:rsidP="0018266D">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 xml:space="preserve">Rhythmic </w:t>
            </w:r>
            <w:r w:rsidR="00580DDC">
              <w:t xml:space="preserve">Minor </w:t>
            </w:r>
            <w:r>
              <w:t>Harmony</w:t>
            </w:r>
            <w:r w:rsidR="00E6663A" w:rsidRPr="00611E8B">
              <w:t xml:space="preserve"> .ppt</w:t>
            </w:r>
          </w:p>
          <w:p w14:paraId="600742B8" w14:textId="2EBCD33E" w:rsidR="001E2A89" w:rsidRPr="00611E8B" w:rsidRDefault="001E2A89" w:rsidP="00611E8B">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57C70D4F">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1AEE83E4" w:rsidR="00A762D8" w:rsidRPr="00F05CFC" w:rsidRDefault="0005367B" w:rsidP="006A6E41">
            <w:pPr>
              <w:cnfStyle w:val="000000000000" w:firstRow="0" w:lastRow="0" w:firstColumn="0" w:lastColumn="0" w:oddVBand="0" w:evenVBand="0" w:oddHBand="0" w:evenHBand="0" w:firstRowFirstColumn="0" w:firstRowLastColumn="0" w:lastRowFirstColumn="0" w:lastRowLastColumn="0"/>
            </w:pPr>
            <w:r>
              <w:t>How does understanding the structure and context of musical works inform performance?</w:t>
            </w:r>
          </w:p>
        </w:tc>
      </w:tr>
      <w:tr w:rsidR="007477DC" w:rsidRPr="0089109E" w14:paraId="4FAA22A7" w14:textId="77777777" w:rsidTr="57C70D4F">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394688" w14:paraId="4D7E0C7C" w14:textId="77777777" w:rsidTr="57C70D4F">
              <w:tc>
                <w:tcPr>
                  <w:tcW w:w="8320" w:type="dxa"/>
                </w:tcPr>
                <w:p w14:paraId="0CA2B784" w14:textId="6C34DFB4" w:rsidR="00F7628D" w:rsidRDefault="57C70D4F" w:rsidP="57C70D4F">
                  <w:pPr>
                    <w:pStyle w:val="ListParagraph"/>
                    <w:numPr>
                      <w:ilvl w:val="0"/>
                      <w:numId w:val="3"/>
                    </w:numPr>
                    <w:pBdr>
                      <w:top w:val="nil"/>
                      <w:left w:val="nil"/>
                      <w:bottom w:val="nil"/>
                      <w:right w:val="nil"/>
                      <w:between w:val="nil"/>
                    </w:pBdr>
                    <w:rPr>
                      <w:color w:val="000000" w:themeColor="text1"/>
                    </w:rPr>
                  </w:pPr>
                  <w:r w:rsidRPr="57C70D4F">
                    <w:rPr>
                      <w:color w:val="000000" w:themeColor="text1"/>
                    </w:rPr>
                    <w:t xml:space="preserve">Review and listen to the major and minor key songs that were used in the </w:t>
                  </w:r>
                  <w:r w:rsidR="008C04B5">
                    <w:tab/>
                  </w:r>
                  <w:r w:rsidRPr="57C70D4F">
                    <w:rPr>
                      <w:color w:val="000000" w:themeColor="text1"/>
                    </w:rPr>
                    <w:t>previous lesson intro.</w:t>
                  </w:r>
                </w:p>
                <w:p w14:paraId="7DAE71A2" w14:textId="4F23DD81" w:rsidR="00E01DD4" w:rsidRDefault="57C70D4F" w:rsidP="57C70D4F">
                  <w:pPr>
                    <w:pStyle w:val="ListParagraph"/>
                    <w:numPr>
                      <w:ilvl w:val="0"/>
                      <w:numId w:val="3"/>
                    </w:numPr>
                    <w:pBdr>
                      <w:top w:val="nil"/>
                      <w:left w:val="nil"/>
                      <w:bottom w:val="nil"/>
                      <w:right w:val="nil"/>
                      <w:between w:val="nil"/>
                    </w:pBdr>
                    <w:rPr>
                      <w:color w:val="000000" w:themeColor="text1"/>
                    </w:rPr>
                  </w:pPr>
                  <w:r w:rsidRPr="57C70D4F">
                    <w:rPr>
                      <w:color w:val="000000" w:themeColor="text1"/>
                    </w:rPr>
                    <w:t xml:space="preserve">Again, ask the students to consider how key affects the mood, emotion, and </w:t>
                  </w:r>
                  <w:r w:rsidR="00E01DD4">
                    <w:tab/>
                  </w:r>
                  <w:r w:rsidRPr="57C70D4F">
                    <w:rPr>
                      <w:color w:val="000000" w:themeColor="text1"/>
                    </w:rPr>
                    <w:t>intention of the music.</w:t>
                  </w:r>
                </w:p>
                <w:p w14:paraId="3DC04236" w14:textId="7680BE82" w:rsidR="00E01DD4" w:rsidRDefault="57C70D4F" w:rsidP="57C70D4F">
                  <w:pPr>
                    <w:pStyle w:val="ListParagraph"/>
                    <w:numPr>
                      <w:ilvl w:val="0"/>
                      <w:numId w:val="3"/>
                    </w:numPr>
                    <w:pBdr>
                      <w:top w:val="nil"/>
                      <w:left w:val="nil"/>
                      <w:bottom w:val="nil"/>
                      <w:right w:val="nil"/>
                      <w:between w:val="nil"/>
                    </w:pBdr>
                    <w:rPr>
                      <w:color w:val="000000" w:themeColor="text1"/>
                    </w:rPr>
                  </w:pPr>
                  <w:r w:rsidRPr="57C70D4F">
                    <w:rPr>
                      <w:color w:val="000000" w:themeColor="text1"/>
                    </w:rPr>
                    <w:t>Now that they have created a rhythmic harmonic accompaniment in a major key, it is time to try creating a different one in a minor key.</w:t>
                  </w:r>
                </w:p>
                <w:p w14:paraId="4DA9BD1B" w14:textId="277C42E1" w:rsidR="00E01DD4" w:rsidRDefault="57C70D4F" w:rsidP="57C70D4F">
                  <w:pPr>
                    <w:pStyle w:val="ListParagraph"/>
                    <w:numPr>
                      <w:ilvl w:val="0"/>
                      <w:numId w:val="3"/>
                    </w:numPr>
                    <w:pBdr>
                      <w:top w:val="nil"/>
                      <w:left w:val="nil"/>
                      <w:bottom w:val="nil"/>
                      <w:right w:val="nil"/>
                      <w:between w:val="nil"/>
                    </w:pBdr>
                    <w:rPr>
                      <w:color w:val="000000" w:themeColor="text1"/>
                    </w:rPr>
                  </w:pPr>
                  <w:r w:rsidRPr="57C70D4F">
                    <w:rPr>
                      <w:color w:val="000000" w:themeColor="text1"/>
                    </w:rPr>
                    <w:t>Playing a chord progression in the key of C major in real time is attainable for novice musicians. Playing a chord progression in a minor key is a challenge when you must use the black and white keys in addition to making the change in the V chord to make in major in quality.</w:t>
                  </w:r>
                </w:p>
                <w:p w14:paraId="6E73046F" w14:textId="07A64B10" w:rsidR="00E33B72" w:rsidRPr="00C018D7" w:rsidRDefault="57C70D4F" w:rsidP="57C70D4F">
                  <w:pPr>
                    <w:pStyle w:val="ListParagraph"/>
                    <w:numPr>
                      <w:ilvl w:val="0"/>
                      <w:numId w:val="3"/>
                    </w:numPr>
                    <w:pBdr>
                      <w:top w:val="nil"/>
                      <w:left w:val="nil"/>
                      <w:bottom w:val="nil"/>
                      <w:right w:val="nil"/>
                      <w:between w:val="nil"/>
                    </w:pBdr>
                    <w:rPr>
                      <w:color w:val="000000" w:themeColor="text1"/>
                    </w:rPr>
                  </w:pPr>
                  <w:r w:rsidRPr="57C70D4F">
                    <w:rPr>
                      <w:color w:val="000000" w:themeColor="text1"/>
                    </w:rPr>
                    <w:t>In this lesson, you will use the step entry method and pencil tool to create your minor harmony track.</w:t>
                  </w:r>
                </w:p>
              </w:tc>
            </w:tr>
          </w:tbl>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57C70D4F">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611E8B"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611E8B">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611E8B" w14:paraId="53D0FF52" w14:textId="77777777" w:rsidTr="57C70D4F">
              <w:tc>
                <w:tcPr>
                  <w:tcW w:w="8320" w:type="dxa"/>
                </w:tcPr>
                <w:p w14:paraId="48E93318" w14:textId="614F0D2E" w:rsidR="00E6663A" w:rsidRPr="00611E8B" w:rsidRDefault="57C70D4F" w:rsidP="57C70D4F">
                  <w:pPr>
                    <w:pBdr>
                      <w:top w:val="nil"/>
                      <w:left w:val="nil"/>
                      <w:bottom w:val="nil"/>
                      <w:right w:val="nil"/>
                      <w:between w:val="nil"/>
                    </w:pBdr>
                  </w:pPr>
                  <w:r w:rsidRPr="57C70D4F">
                    <w:rPr>
                      <w:rFonts w:ascii="Calibri" w:eastAsia="Calibri" w:hAnsi="Calibri" w:cs="Calibri"/>
                      <w:color w:val="000000" w:themeColor="text1"/>
                    </w:rPr>
                    <w:t>Use the “</w:t>
                  </w:r>
                  <w:r w:rsidRPr="57C70D4F">
                    <w:t xml:space="preserve">Rhythmic Minor Harmony” .ppt and follow the procedures to guide the </w:t>
                  </w:r>
                  <w:r w:rsidR="00CA779B">
                    <w:tab/>
                  </w:r>
                  <w:r w:rsidRPr="57C70D4F">
                    <w:t xml:space="preserve">students through this lesson. It is recommended that you use an LCD projector so </w:t>
                  </w:r>
                  <w:r w:rsidR="00CA779B">
                    <w:tab/>
                  </w:r>
                  <w:r w:rsidRPr="57C70D4F">
                    <w:t>the students can view your desktop as you demonstrate the steps in the DAW.</w:t>
                  </w:r>
                </w:p>
                <w:p w14:paraId="4324DFE1" w14:textId="350D303E" w:rsidR="00D81354" w:rsidRPr="00611E8B" w:rsidRDefault="00D81354" w:rsidP="57C70D4F">
                  <w:pPr>
                    <w:pBdr>
                      <w:top w:val="nil"/>
                      <w:left w:val="nil"/>
                      <w:bottom w:val="nil"/>
                      <w:right w:val="nil"/>
                      <w:between w:val="nil"/>
                    </w:pBdr>
                    <w:rPr>
                      <w:rFonts w:ascii="Calibri" w:eastAsia="Calibri" w:hAnsi="Calibri" w:cs="Calibri"/>
                      <w:color w:val="000000" w:themeColor="text1"/>
                    </w:rPr>
                  </w:pPr>
                </w:p>
                <w:p w14:paraId="560085FA" w14:textId="4BC922CF" w:rsidR="00D81354" w:rsidRPr="00611E8B" w:rsidRDefault="57C70D4F" w:rsidP="57C70D4F">
                  <w:pPr>
                    <w:pBdr>
                      <w:top w:val="nil"/>
                      <w:left w:val="nil"/>
                      <w:bottom w:val="nil"/>
                      <w:right w:val="nil"/>
                      <w:between w:val="nil"/>
                    </w:pBdr>
                    <w:rPr>
                      <w:rFonts w:ascii="Calibri" w:eastAsia="Calibri" w:hAnsi="Calibri" w:cs="Calibri"/>
                      <w:color w:val="000000" w:themeColor="text1"/>
                      <w:u w:val="single"/>
                    </w:rPr>
                  </w:pPr>
                  <w:r w:rsidRPr="57C70D4F">
                    <w:rPr>
                      <w:rFonts w:ascii="Calibri" w:eastAsia="Calibri" w:hAnsi="Calibri" w:cs="Calibri"/>
                      <w:color w:val="000000" w:themeColor="text1"/>
                      <w:u w:val="single"/>
                    </w:rPr>
                    <w:t>Student procedure:</w:t>
                  </w:r>
                </w:p>
                <w:p w14:paraId="5C31279F" w14:textId="0D25D057" w:rsidR="00611E8B" w:rsidRPr="00611E8B" w:rsidRDefault="57C70D4F" w:rsidP="57C70D4F">
                  <w:pPr>
                    <w:pStyle w:val="ListParagraph"/>
                    <w:numPr>
                      <w:ilvl w:val="0"/>
                      <w:numId w:val="1"/>
                    </w:numPr>
                    <w:pBdr>
                      <w:top w:val="nil"/>
                      <w:left w:val="nil"/>
                      <w:bottom w:val="nil"/>
                      <w:right w:val="nil"/>
                      <w:between w:val="nil"/>
                    </w:pBdr>
                    <w:rPr>
                      <w:color w:val="000000" w:themeColor="text1"/>
                    </w:rPr>
                  </w:pPr>
                  <w:r w:rsidRPr="57C70D4F">
                    <w:rPr>
                      <w:rFonts w:ascii="Calibri" w:eastAsia="Calibri" w:hAnsi="Calibri" w:cs="Calibri"/>
                      <w:color w:val="000000" w:themeColor="text1"/>
                    </w:rPr>
                    <w:t>Follow the procedure outlined in the PowerPoint presentation.</w:t>
                  </w:r>
                </w:p>
                <w:p w14:paraId="1A674254" w14:textId="2ECFC566" w:rsidR="00611E8B" w:rsidRPr="00611E8B" w:rsidRDefault="57C70D4F" w:rsidP="57C70D4F">
                  <w:pPr>
                    <w:pStyle w:val="ListParagraph"/>
                    <w:numPr>
                      <w:ilvl w:val="0"/>
                      <w:numId w:val="1"/>
                    </w:numPr>
                    <w:pBdr>
                      <w:top w:val="nil"/>
                      <w:left w:val="nil"/>
                      <w:bottom w:val="nil"/>
                      <w:right w:val="nil"/>
                      <w:between w:val="nil"/>
                    </w:pBdr>
                    <w:rPr>
                      <w:color w:val="000000" w:themeColor="text1"/>
                    </w:rPr>
                  </w:pPr>
                  <w:r w:rsidRPr="57C70D4F">
                    <w:rPr>
                      <w:rFonts w:ascii="Calibri" w:eastAsia="Calibri" w:hAnsi="Calibri" w:cs="Calibri"/>
                      <w:color w:val="000000" w:themeColor="text1"/>
                    </w:rPr>
                    <w:t>Use the chord guide as needed to make sure that you are entering the correcting notes for each chord.</w:t>
                  </w:r>
                </w:p>
                <w:p w14:paraId="27C9C215" w14:textId="07B5AB0F" w:rsidR="00D42BA5" w:rsidRPr="00611E8B" w:rsidRDefault="57C70D4F" w:rsidP="57C70D4F">
                  <w:pPr>
                    <w:pStyle w:val="ListParagraph"/>
                    <w:numPr>
                      <w:ilvl w:val="0"/>
                      <w:numId w:val="1"/>
                    </w:numPr>
                    <w:pBdr>
                      <w:top w:val="nil"/>
                      <w:left w:val="nil"/>
                      <w:bottom w:val="nil"/>
                      <w:right w:val="nil"/>
                      <w:between w:val="nil"/>
                    </w:pBdr>
                    <w:rPr>
                      <w:color w:val="000000" w:themeColor="text1"/>
                    </w:rPr>
                  </w:pPr>
                  <w:r w:rsidRPr="57C70D4F">
                    <w:rPr>
                      <w:rFonts w:ascii="Calibri" w:eastAsia="Calibri" w:hAnsi="Calibri" w:cs="Calibri"/>
                      <w:color w:val="000000" w:themeColor="text1"/>
                    </w:rPr>
                    <w:t>Share with your peers and exchange feedback.</w:t>
                  </w:r>
                </w:p>
                <w:p w14:paraId="17B2E0A9" w14:textId="51BA2D85" w:rsidR="00611E8B" w:rsidRPr="00611E8B" w:rsidRDefault="57C70D4F" w:rsidP="57C70D4F">
                  <w:pPr>
                    <w:pStyle w:val="ListParagraph"/>
                    <w:numPr>
                      <w:ilvl w:val="0"/>
                      <w:numId w:val="1"/>
                    </w:numPr>
                    <w:pBdr>
                      <w:top w:val="nil"/>
                      <w:left w:val="nil"/>
                      <w:bottom w:val="nil"/>
                      <w:right w:val="nil"/>
                      <w:between w:val="nil"/>
                    </w:pBdr>
                    <w:rPr>
                      <w:color w:val="000000" w:themeColor="text1"/>
                    </w:rPr>
                  </w:pPr>
                  <w:r w:rsidRPr="57C70D4F">
                    <w:rPr>
                      <w:rFonts w:ascii="Calibri" w:eastAsia="Calibri" w:hAnsi="Calibri" w:cs="Calibri"/>
                      <w:color w:val="000000" w:themeColor="text1"/>
                    </w:rPr>
                    <w:t>Continue to experiment and improvise until you create a final product that you like.</w:t>
                  </w:r>
                </w:p>
                <w:p w14:paraId="4DC01BBE" w14:textId="3F15CFAD" w:rsidR="57C70D4F" w:rsidRDefault="57C70D4F" w:rsidP="57C70D4F">
                  <w:pPr>
                    <w:rPr>
                      <w:rFonts w:ascii="Calibri" w:eastAsia="Calibri" w:hAnsi="Calibri" w:cs="Calibri"/>
                      <w:color w:val="000000" w:themeColor="text1"/>
                    </w:rPr>
                  </w:pPr>
                </w:p>
                <w:p w14:paraId="1EF333A4" w14:textId="4F6D0137" w:rsidR="000C755D" w:rsidRPr="00513389" w:rsidRDefault="57C70D4F" w:rsidP="57C70D4F">
                  <w:pPr>
                    <w:pBdr>
                      <w:top w:val="nil"/>
                      <w:left w:val="nil"/>
                      <w:bottom w:val="nil"/>
                      <w:right w:val="nil"/>
                      <w:between w:val="nil"/>
                    </w:pBdr>
                    <w:rPr>
                      <w:rFonts w:ascii="Calibri" w:eastAsia="Calibri" w:hAnsi="Calibri" w:cs="Calibri"/>
                      <w:color w:val="000000" w:themeColor="text1"/>
                      <w:u w:val="single"/>
                    </w:rPr>
                  </w:pPr>
                  <w:r w:rsidRPr="57C70D4F">
                    <w:rPr>
                      <w:rFonts w:ascii="Calibri" w:eastAsia="Calibri" w:hAnsi="Calibri" w:cs="Calibri"/>
                      <w:color w:val="000000" w:themeColor="text1"/>
                      <w:u w:val="single"/>
                    </w:rPr>
                    <w:t>Formative assignment:</w:t>
                  </w:r>
                </w:p>
                <w:p w14:paraId="797A86A4" w14:textId="136BBC1E" w:rsidR="00712FAD" w:rsidRPr="004D0065"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Open up a new empty project in GarageBand.</w:t>
                  </w:r>
                </w:p>
                <w:p w14:paraId="6C8C2BC0" w14:textId="77777777" w:rsidR="00712FAD" w:rsidRPr="004D0065"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Start with an audio track.</w:t>
                  </w:r>
                </w:p>
                <w:p w14:paraId="58774D6C" w14:textId="77BD2B98" w:rsidR="00712FAD" w:rsidRPr="004D0065"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Browse the Loop library for a simple drum loop.</w:t>
                  </w:r>
                </w:p>
                <w:p w14:paraId="44CBF2A8" w14:textId="3C0A72CB" w:rsidR="00712FAD" w:rsidRPr="004D0065"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Add a software track and create a 4-measure region.</w:t>
                  </w:r>
                </w:p>
                <w:p w14:paraId="5F28DE96" w14:textId="77777777" w:rsidR="00712FAD" w:rsidRPr="004D0065"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Select a piano, organ, or synthesizer from the instrument library window.</w:t>
                  </w:r>
                </w:p>
                <w:p w14:paraId="3DF00C3D" w14:textId="167BC723" w:rsidR="00712FAD" w:rsidRPr="004D0065"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Use the pencil tool to first add the correct notes for each chord into each measure with the drum loop.</w:t>
                  </w:r>
                </w:p>
                <w:p w14:paraId="354379F5" w14:textId="55985AA7" w:rsidR="00611E8B" w:rsidRPr="00611E8B"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Once you have the correct notes added to each measure, begin experimenting with the rhythms until you create an interesting rhythmic pattern that fits the drum loop.</w:t>
                  </w:r>
                </w:p>
                <w:p w14:paraId="41AE3917" w14:textId="1BC9DD22" w:rsidR="00611E8B" w:rsidRPr="00611E8B" w:rsidRDefault="57C70D4F" w:rsidP="57C70D4F">
                  <w:pPr>
                    <w:pStyle w:val="ListParagraph"/>
                    <w:numPr>
                      <w:ilvl w:val="0"/>
                      <w:numId w:val="2"/>
                    </w:numPr>
                    <w:pBdr>
                      <w:top w:val="nil"/>
                      <w:left w:val="nil"/>
                      <w:bottom w:val="nil"/>
                      <w:right w:val="nil"/>
                      <w:between w:val="nil"/>
                    </w:pBdr>
                    <w:rPr>
                      <w:color w:val="000000" w:themeColor="text1"/>
                    </w:rPr>
                  </w:pPr>
                  <w:r w:rsidRPr="57C70D4F">
                    <w:rPr>
                      <w:rFonts w:ascii="Calibri" w:eastAsia="Calibri" w:hAnsi="Calibri" w:cs="Calibri"/>
                      <w:color w:val="000000" w:themeColor="text1"/>
                    </w:rPr>
                    <w:t>Follow your class procedures to submit to your teacher.</w:t>
                  </w:r>
                </w:p>
              </w:tc>
            </w:tr>
          </w:tbl>
          <w:p w14:paraId="0314ADD2" w14:textId="77777777" w:rsidR="007477DC" w:rsidRPr="00611E8B"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57C70D4F">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611E8B"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611E8B">
              <w:rPr>
                <w:b/>
                <w:bCs/>
              </w:rPr>
              <w:t>REVIEW:</w:t>
            </w:r>
            <w:r w:rsidR="00131A8F" w:rsidRPr="00611E8B">
              <w:rPr>
                <w:b/>
                <w:bCs/>
              </w:rPr>
              <w:t xml:space="preserve"> </w:t>
            </w:r>
          </w:p>
          <w:p w14:paraId="248D5EB9" w14:textId="77777777" w:rsidR="00AD4001" w:rsidRPr="00611E8B" w:rsidRDefault="57C70D4F" w:rsidP="57C70D4F">
            <w:pPr>
              <w:cnfStyle w:val="000000100000" w:firstRow="0" w:lastRow="0" w:firstColumn="0" w:lastColumn="0" w:oddVBand="0" w:evenVBand="0" w:oddHBand="1" w:evenHBand="0" w:firstRowFirstColumn="0" w:firstRowLastColumn="0" w:lastRowFirstColumn="0" w:lastRowLastColumn="0"/>
            </w:pPr>
            <w:r w:rsidRPr="57C70D4F">
              <w:rPr>
                <w:rFonts w:ascii="Calibri" w:eastAsia="Calibri" w:hAnsi="Calibri" w:cs="Calibri"/>
                <w:color w:val="000000" w:themeColor="text1"/>
              </w:rPr>
              <w:t xml:space="preserve">Reflection in visual-verbal journal: </w:t>
            </w:r>
            <w:r w:rsidRPr="57C70D4F">
              <w:t>What new skills, vocabulary, ideas or information did I learn through creating this project? What came easily to me, and what was a challenge? What would I do differently next time?</w:t>
            </w:r>
          </w:p>
          <w:p w14:paraId="2EC13889" w14:textId="77777777" w:rsidR="00C73E6D" w:rsidRPr="00611E8B" w:rsidRDefault="00C73E6D" w:rsidP="57C70D4F">
            <w:pPr>
              <w:cnfStyle w:val="000000100000" w:firstRow="0" w:lastRow="0" w:firstColumn="0" w:lastColumn="0" w:oddVBand="0" w:evenVBand="0" w:oddHBand="1" w:evenHBand="0" w:firstRowFirstColumn="0" w:firstRowLastColumn="0" w:lastRowFirstColumn="0" w:lastRowLastColumn="0"/>
            </w:pPr>
          </w:p>
          <w:p w14:paraId="461E9E0C" w14:textId="1138B11E" w:rsidR="00C73E6D" w:rsidRPr="00611E8B" w:rsidRDefault="57C70D4F" w:rsidP="57C70D4F">
            <w:pPr>
              <w:cnfStyle w:val="000000100000" w:firstRow="0" w:lastRow="0" w:firstColumn="0" w:lastColumn="0" w:oddVBand="0" w:evenVBand="0" w:oddHBand="1" w:evenHBand="0" w:firstRowFirstColumn="0" w:firstRowLastColumn="0" w:lastRowFirstColumn="0" w:lastRowLastColumn="0"/>
            </w:pPr>
            <w:r w:rsidRPr="57C70D4F">
              <w:t>Peer review, feedback, and practice.</w:t>
            </w:r>
          </w:p>
        </w:tc>
      </w:tr>
    </w:tbl>
    <w:p w14:paraId="26CEF14C" w14:textId="47A653BD" w:rsidR="003A0E29" w:rsidRDefault="003A0E29" w:rsidP="007639A8"/>
    <w:p w14:paraId="52E75765" w14:textId="1010A073" w:rsidR="00813247" w:rsidRDefault="00813247" w:rsidP="007639A8"/>
    <w:p w14:paraId="5DF053EE" w14:textId="67D0C2C0" w:rsidR="00813247" w:rsidRDefault="00813247" w:rsidP="007639A8"/>
    <w:p w14:paraId="4ECC322A" w14:textId="0AAD5D1D" w:rsidR="00813247" w:rsidRDefault="00813247" w:rsidP="007639A8"/>
    <w:p w14:paraId="3963760F" w14:textId="77777777" w:rsidR="00813247" w:rsidRPr="00E3663F" w:rsidRDefault="00813247" w:rsidP="00813247">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37B4E502" w14:textId="77777777" w:rsidR="00813247" w:rsidRPr="00E3663F" w:rsidRDefault="00813247" w:rsidP="00813247">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31C2431D" w14:textId="77777777" w:rsidR="00813247" w:rsidRDefault="00813247" w:rsidP="00813247"/>
    <w:p w14:paraId="37D9CB92" w14:textId="77777777" w:rsidR="00813247" w:rsidRPr="004A7FBB" w:rsidRDefault="00813247" w:rsidP="007639A8"/>
    <w:sectPr w:rsidR="00813247" w:rsidRPr="004A7FBB" w:rsidSect="003A0E29">
      <w:headerReference w:type="default"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6465B" w14:textId="77777777" w:rsidR="00FA4ACA" w:rsidRDefault="00FA4ACA" w:rsidP="00B87CFC">
      <w:r>
        <w:separator/>
      </w:r>
    </w:p>
  </w:endnote>
  <w:endnote w:type="continuationSeparator" w:id="0">
    <w:p w14:paraId="01845CC3" w14:textId="77777777" w:rsidR="00FA4ACA" w:rsidRDefault="00FA4ACA"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046C1" w14:textId="77777777" w:rsidR="00FA4ACA" w:rsidRDefault="00FA4ACA" w:rsidP="00B87CFC">
      <w:r>
        <w:separator/>
      </w:r>
    </w:p>
  </w:footnote>
  <w:footnote w:type="continuationSeparator" w:id="0">
    <w:p w14:paraId="565211D5" w14:textId="77777777" w:rsidR="00FA4ACA" w:rsidRDefault="00FA4ACA"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763EB" w14:textId="252FEB95" w:rsidR="0042058A"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C7B7E">
      <w:rPr>
        <w:rFonts w:ascii="Times New Roman" w:eastAsia="Times New Roman" w:hAnsi="Times New Roman"/>
        <w:b/>
        <w:bCs/>
        <w:sz w:val="24"/>
        <w:szCs w:val="24"/>
      </w:rPr>
      <w:t>4</w:t>
    </w:r>
    <w:r w:rsidR="003028B1">
      <w:rPr>
        <w:rFonts w:ascii="Times New Roman" w:eastAsia="Times New Roman" w:hAnsi="Times New Roman"/>
        <w:b/>
        <w:bCs/>
        <w:sz w:val="24"/>
        <w:szCs w:val="24"/>
      </w:rPr>
      <w:t xml:space="preserve"> Lesson </w:t>
    </w:r>
    <w:r w:rsidR="00580DDC">
      <w:rPr>
        <w:rFonts w:ascii="Times New Roman" w:eastAsia="Times New Roman" w:hAnsi="Times New Roman"/>
        <w:b/>
        <w:bCs/>
        <w:sz w:val="24"/>
        <w:szCs w:val="24"/>
      </w:rPr>
      <w:t>4</w:t>
    </w:r>
  </w:p>
  <w:p w14:paraId="420B250E" w14:textId="7D7A6CC2" w:rsidR="004B2DED" w:rsidRPr="004B2DED" w:rsidRDefault="004B2DED" w:rsidP="004B2DED">
    <w:pPr>
      <w:spacing w:before="65"/>
      <w:jc w:val="center"/>
      <w:rPr>
        <w:rFonts w:ascii="Times New Roman" w:eastAsia="Times New Roman" w:hAnsi="Times New Roman"/>
        <w:b/>
        <w:bCs/>
        <w:i/>
        <w:iCs/>
        <w:sz w:val="24"/>
        <w:szCs w:val="24"/>
      </w:rPr>
    </w:pPr>
    <w:r w:rsidRPr="00EB7AA6">
      <w:rPr>
        <w:i/>
        <w:iCs/>
      </w:rPr>
      <w:t>This resource has been modified to align with middle school standards.</w:t>
    </w:r>
  </w:p>
  <w:p w14:paraId="3A6D8879" w14:textId="77777777" w:rsidR="00580DDC" w:rsidRDefault="00580DDC"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9B5"/>
    <w:multiLevelType w:val="hybridMultilevel"/>
    <w:tmpl w:val="EE76A53C"/>
    <w:lvl w:ilvl="0" w:tplc="6FC2DE22">
      <w:start w:val="1"/>
      <w:numFmt w:val="decimal"/>
      <w:lvlText w:val="%1."/>
      <w:lvlJc w:val="left"/>
      <w:pPr>
        <w:ind w:left="720" w:hanging="360"/>
      </w:pPr>
    </w:lvl>
    <w:lvl w:ilvl="1" w:tplc="5E346892">
      <w:start w:val="1"/>
      <w:numFmt w:val="lowerLetter"/>
      <w:lvlText w:val="%2."/>
      <w:lvlJc w:val="left"/>
      <w:pPr>
        <w:ind w:left="1440" w:hanging="360"/>
      </w:pPr>
    </w:lvl>
    <w:lvl w:ilvl="2" w:tplc="0A8283DA">
      <w:start w:val="1"/>
      <w:numFmt w:val="lowerRoman"/>
      <w:lvlText w:val="%3."/>
      <w:lvlJc w:val="right"/>
      <w:pPr>
        <w:ind w:left="2160" w:hanging="180"/>
      </w:pPr>
    </w:lvl>
    <w:lvl w:ilvl="3" w:tplc="D03AD55C">
      <w:start w:val="1"/>
      <w:numFmt w:val="decimal"/>
      <w:lvlText w:val="%4."/>
      <w:lvlJc w:val="left"/>
      <w:pPr>
        <w:ind w:left="2880" w:hanging="360"/>
      </w:pPr>
    </w:lvl>
    <w:lvl w:ilvl="4" w:tplc="E9F8723C">
      <w:start w:val="1"/>
      <w:numFmt w:val="lowerLetter"/>
      <w:lvlText w:val="%5."/>
      <w:lvlJc w:val="left"/>
      <w:pPr>
        <w:ind w:left="3600" w:hanging="360"/>
      </w:pPr>
    </w:lvl>
    <w:lvl w:ilvl="5" w:tplc="DF0C8668">
      <w:start w:val="1"/>
      <w:numFmt w:val="lowerRoman"/>
      <w:lvlText w:val="%6."/>
      <w:lvlJc w:val="right"/>
      <w:pPr>
        <w:ind w:left="4320" w:hanging="180"/>
      </w:pPr>
    </w:lvl>
    <w:lvl w:ilvl="6" w:tplc="E44CBD96">
      <w:start w:val="1"/>
      <w:numFmt w:val="decimal"/>
      <w:lvlText w:val="%7."/>
      <w:lvlJc w:val="left"/>
      <w:pPr>
        <w:ind w:left="5040" w:hanging="360"/>
      </w:pPr>
    </w:lvl>
    <w:lvl w:ilvl="7" w:tplc="CF40749E">
      <w:start w:val="1"/>
      <w:numFmt w:val="lowerLetter"/>
      <w:lvlText w:val="%8."/>
      <w:lvlJc w:val="left"/>
      <w:pPr>
        <w:ind w:left="5760" w:hanging="360"/>
      </w:pPr>
    </w:lvl>
    <w:lvl w:ilvl="8" w:tplc="2E76EF46">
      <w:start w:val="1"/>
      <w:numFmt w:val="lowerRoman"/>
      <w:lvlText w:val="%9."/>
      <w:lvlJc w:val="right"/>
      <w:pPr>
        <w:ind w:left="6480" w:hanging="180"/>
      </w:pPr>
    </w:lvl>
  </w:abstractNum>
  <w:abstractNum w:abstractNumId="1" w15:restartNumberingAfterBreak="0">
    <w:nsid w:val="0D355666"/>
    <w:multiLevelType w:val="hybridMultilevel"/>
    <w:tmpl w:val="8F4A8A46"/>
    <w:lvl w:ilvl="0" w:tplc="0F325378">
      <w:start w:val="1"/>
      <w:numFmt w:val="decimal"/>
      <w:lvlText w:val="%1."/>
      <w:lvlJc w:val="left"/>
      <w:pPr>
        <w:ind w:left="720" w:hanging="360"/>
      </w:pPr>
    </w:lvl>
    <w:lvl w:ilvl="1" w:tplc="79121392">
      <w:start w:val="1"/>
      <w:numFmt w:val="lowerLetter"/>
      <w:lvlText w:val="%2."/>
      <w:lvlJc w:val="left"/>
      <w:pPr>
        <w:ind w:left="1440" w:hanging="360"/>
      </w:pPr>
    </w:lvl>
    <w:lvl w:ilvl="2" w:tplc="4ADC3D62">
      <w:start w:val="1"/>
      <w:numFmt w:val="lowerRoman"/>
      <w:lvlText w:val="%3."/>
      <w:lvlJc w:val="right"/>
      <w:pPr>
        <w:ind w:left="2160" w:hanging="180"/>
      </w:pPr>
    </w:lvl>
    <w:lvl w:ilvl="3" w:tplc="6A42BCA2">
      <w:start w:val="1"/>
      <w:numFmt w:val="decimal"/>
      <w:lvlText w:val="%4."/>
      <w:lvlJc w:val="left"/>
      <w:pPr>
        <w:ind w:left="2880" w:hanging="360"/>
      </w:pPr>
    </w:lvl>
    <w:lvl w:ilvl="4" w:tplc="411E738A">
      <w:start w:val="1"/>
      <w:numFmt w:val="lowerLetter"/>
      <w:lvlText w:val="%5."/>
      <w:lvlJc w:val="left"/>
      <w:pPr>
        <w:ind w:left="3600" w:hanging="360"/>
      </w:pPr>
    </w:lvl>
    <w:lvl w:ilvl="5" w:tplc="E0E2D0E0">
      <w:start w:val="1"/>
      <w:numFmt w:val="lowerRoman"/>
      <w:lvlText w:val="%6."/>
      <w:lvlJc w:val="right"/>
      <w:pPr>
        <w:ind w:left="4320" w:hanging="180"/>
      </w:pPr>
    </w:lvl>
    <w:lvl w:ilvl="6" w:tplc="B6DA4908">
      <w:start w:val="1"/>
      <w:numFmt w:val="decimal"/>
      <w:lvlText w:val="%7."/>
      <w:lvlJc w:val="left"/>
      <w:pPr>
        <w:ind w:left="5040" w:hanging="360"/>
      </w:pPr>
    </w:lvl>
    <w:lvl w:ilvl="7" w:tplc="27CC2C4A">
      <w:start w:val="1"/>
      <w:numFmt w:val="lowerLetter"/>
      <w:lvlText w:val="%8."/>
      <w:lvlJc w:val="left"/>
      <w:pPr>
        <w:ind w:left="5760" w:hanging="360"/>
      </w:pPr>
    </w:lvl>
    <w:lvl w:ilvl="8" w:tplc="7A322D50">
      <w:start w:val="1"/>
      <w:numFmt w:val="lowerRoman"/>
      <w:lvlText w:val="%9."/>
      <w:lvlJc w:val="right"/>
      <w:pPr>
        <w:ind w:left="6480" w:hanging="180"/>
      </w:pPr>
    </w:lvl>
  </w:abstractNum>
  <w:abstractNum w:abstractNumId="2"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FA655C"/>
    <w:multiLevelType w:val="hybridMultilevel"/>
    <w:tmpl w:val="A0E2A35A"/>
    <w:lvl w:ilvl="0" w:tplc="48B4AD38">
      <w:start w:val="1"/>
      <w:numFmt w:val="decimal"/>
      <w:lvlText w:val="%1."/>
      <w:lvlJc w:val="left"/>
      <w:pPr>
        <w:ind w:left="720" w:hanging="360"/>
      </w:pPr>
    </w:lvl>
    <w:lvl w:ilvl="1" w:tplc="B04CD822">
      <w:start w:val="1"/>
      <w:numFmt w:val="lowerLetter"/>
      <w:lvlText w:val="%2."/>
      <w:lvlJc w:val="left"/>
      <w:pPr>
        <w:ind w:left="1440" w:hanging="360"/>
      </w:pPr>
    </w:lvl>
    <w:lvl w:ilvl="2" w:tplc="2BCEE718">
      <w:start w:val="1"/>
      <w:numFmt w:val="lowerRoman"/>
      <w:lvlText w:val="%3."/>
      <w:lvlJc w:val="right"/>
      <w:pPr>
        <w:ind w:left="2160" w:hanging="180"/>
      </w:pPr>
    </w:lvl>
    <w:lvl w:ilvl="3" w:tplc="1022399A">
      <w:start w:val="1"/>
      <w:numFmt w:val="decimal"/>
      <w:lvlText w:val="%4."/>
      <w:lvlJc w:val="left"/>
      <w:pPr>
        <w:ind w:left="2880" w:hanging="360"/>
      </w:pPr>
    </w:lvl>
    <w:lvl w:ilvl="4" w:tplc="187A464E">
      <w:start w:val="1"/>
      <w:numFmt w:val="lowerLetter"/>
      <w:lvlText w:val="%5."/>
      <w:lvlJc w:val="left"/>
      <w:pPr>
        <w:ind w:left="3600" w:hanging="360"/>
      </w:pPr>
    </w:lvl>
    <w:lvl w:ilvl="5" w:tplc="8F2E61A6">
      <w:start w:val="1"/>
      <w:numFmt w:val="lowerRoman"/>
      <w:lvlText w:val="%6."/>
      <w:lvlJc w:val="right"/>
      <w:pPr>
        <w:ind w:left="4320" w:hanging="180"/>
      </w:pPr>
    </w:lvl>
    <w:lvl w:ilvl="6" w:tplc="BA70E830">
      <w:start w:val="1"/>
      <w:numFmt w:val="decimal"/>
      <w:lvlText w:val="%7."/>
      <w:lvlJc w:val="left"/>
      <w:pPr>
        <w:ind w:left="5040" w:hanging="360"/>
      </w:pPr>
    </w:lvl>
    <w:lvl w:ilvl="7" w:tplc="16C28658">
      <w:start w:val="1"/>
      <w:numFmt w:val="lowerLetter"/>
      <w:lvlText w:val="%8."/>
      <w:lvlJc w:val="left"/>
      <w:pPr>
        <w:ind w:left="5760" w:hanging="360"/>
      </w:pPr>
    </w:lvl>
    <w:lvl w:ilvl="8" w:tplc="706092D2">
      <w:start w:val="1"/>
      <w:numFmt w:val="lowerRoman"/>
      <w:lvlText w:val="%9."/>
      <w:lvlJc w:val="right"/>
      <w:pPr>
        <w:ind w:left="6480" w:hanging="180"/>
      </w:pPr>
    </w:lvl>
  </w:abstractNum>
  <w:abstractNum w:abstractNumId="4"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5734949">
    <w:abstractNumId w:val="3"/>
  </w:num>
  <w:num w:numId="2" w16cid:durableId="146409051">
    <w:abstractNumId w:val="0"/>
  </w:num>
  <w:num w:numId="3" w16cid:durableId="865870258">
    <w:abstractNumId w:val="1"/>
  </w:num>
  <w:num w:numId="4" w16cid:durableId="664894459">
    <w:abstractNumId w:val="4"/>
  </w:num>
  <w:num w:numId="5" w16cid:durableId="1056247936">
    <w:abstractNumId w:val="2"/>
  </w:num>
  <w:num w:numId="6" w16cid:durableId="99617491">
    <w:abstractNumId w:val="6"/>
  </w:num>
  <w:num w:numId="7" w16cid:durableId="28176349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5233"/>
    <w:rsid w:val="00033F51"/>
    <w:rsid w:val="0004207F"/>
    <w:rsid w:val="00042A79"/>
    <w:rsid w:val="0005367B"/>
    <w:rsid w:val="0005431B"/>
    <w:rsid w:val="000749E0"/>
    <w:rsid w:val="00074B58"/>
    <w:rsid w:val="00084146"/>
    <w:rsid w:val="00087948"/>
    <w:rsid w:val="00090370"/>
    <w:rsid w:val="000A14EC"/>
    <w:rsid w:val="000A57E0"/>
    <w:rsid w:val="000B7E01"/>
    <w:rsid w:val="000C64C9"/>
    <w:rsid w:val="000C68DD"/>
    <w:rsid w:val="000C755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1EAD"/>
    <w:rsid w:val="00162701"/>
    <w:rsid w:val="0018072C"/>
    <w:rsid w:val="00180A4D"/>
    <w:rsid w:val="001814D3"/>
    <w:rsid w:val="0018207B"/>
    <w:rsid w:val="0018266D"/>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07EB"/>
    <w:rsid w:val="00281571"/>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94688"/>
    <w:rsid w:val="003A0204"/>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5D7E"/>
    <w:rsid w:val="00437309"/>
    <w:rsid w:val="00437BA9"/>
    <w:rsid w:val="00440EFD"/>
    <w:rsid w:val="00443D16"/>
    <w:rsid w:val="004446B7"/>
    <w:rsid w:val="00444F2B"/>
    <w:rsid w:val="00447516"/>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2DED"/>
    <w:rsid w:val="004B4D5E"/>
    <w:rsid w:val="004B530B"/>
    <w:rsid w:val="004C5E0E"/>
    <w:rsid w:val="004C657F"/>
    <w:rsid w:val="004D0065"/>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7261F"/>
    <w:rsid w:val="00580DDC"/>
    <w:rsid w:val="00581D3C"/>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3F9D"/>
    <w:rsid w:val="0063796C"/>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2FAD"/>
    <w:rsid w:val="00715D26"/>
    <w:rsid w:val="00715EFA"/>
    <w:rsid w:val="00717B01"/>
    <w:rsid w:val="00721B4B"/>
    <w:rsid w:val="00723797"/>
    <w:rsid w:val="00727D84"/>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6C35"/>
    <w:rsid w:val="007D3FAB"/>
    <w:rsid w:val="007E2FD4"/>
    <w:rsid w:val="007F17F8"/>
    <w:rsid w:val="007F1C79"/>
    <w:rsid w:val="007F3470"/>
    <w:rsid w:val="007F6CBE"/>
    <w:rsid w:val="008002E5"/>
    <w:rsid w:val="00804FC4"/>
    <w:rsid w:val="00811C94"/>
    <w:rsid w:val="008131CF"/>
    <w:rsid w:val="00813247"/>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9732B"/>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3183"/>
    <w:rsid w:val="00A3447B"/>
    <w:rsid w:val="00A40F86"/>
    <w:rsid w:val="00A41AAC"/>
    <w:rsid w:val="00A431C3"/>
    <w:rsid w:val="00A43AE3"/>
    <w:rsid w:val="00A51FF6"/>
    <w:rsid w:val="00A62CA5"/>
    <w:rsid w:val="00A640CE"/>
    <w:rsid w:val="00A64601"/>
    <w:rsid w:val="00A72BA2"/>
    <w:rsid w:val="00A739D4"/>
    <w:rsid w:val="00A762D8"/>
    <w:rsid w:val="00A76F12"/>
    <w:rsid w:val="00A83B87"/>
    <w:rsid w:val="00A867DE"/>
    <w:rsid w:val="00A9245C"/>
    <w:rsid w:val="00A97A0F"/>
    <w:rsid w:val="00AA7465"/>
    <w:rsid w:val="00AB40BD"/>
    <w:rsid w:val="00AD4001"/>
    <w:rsid w:val="00AF0E4B"/>
    <w:rsid w:val="00AF3818"/>
    <w:rsid w:val="00AF4882"/>
    <w:rsid w:val="00B019EC"/>
    <w:rsid w:val="00B01F79"/>
    <w:rsid w:val="00B02604"/>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8256B"/>
    <w:rsid w:val="00B86261"/>
    <w:rsid w:val="00B87443"/>
    <w:rsid w:val="00B87CFC"/>
    <w:rsid w:val="00B937F8"/>
    <w:rsid w:val="00B959A8"/>
    <w:rsid w:val="00BA220B"/>
    <w:rsid w:val="00BA40E3"/>
    <w:rsid w:val="00BB6A91"/>
    <w:rsid w:val="00BC2693"/>
    <w:rsid w:val="00BD0F86"/>
    <w:rsid w:val="00BE2ACB"/>
    <w:rsid w:val="00BF5E0F"/>
    <w:rsid w:val="00C018D7"/>
    <w:rsid w:val="00C02AD2"/>
    <w:rsid w:val="00C03384"/>
    <w:rsid w:val="00C12211"/>
    <w:rsid w:val="00C2149C"/>
    <w:rsid w:val="00C23177"/>
    <w:rsid w:val="00C24095"/>
    <w:rsid w:val="00C30231"/>
    <w:rsid w:val="00C36284"/>
    <w:rsid w:val="00C438B1"/>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0A3F"/>
    <w:rsid w:val="00CE2561"/>
    <w:rsid w:val="00CE5B96"/>
    <w:rsid w:val="00CE6FD4"/>
    <w:rsid w:val="00CF0BDD"/>
    <w:rsid w:val="00CF1C24"/>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7F90"/>
    <w:rsid w:val="00DF22F2"/>
    <w:rsid w:val="00DF3C5C"/>
    <w:rsid w:val="00DF72E8"/>
    <w:rsid w:val="00E01DD4"/>
    <w:rsid w:val="00E03EB1"/>
    <w:rsid w:val="00E138A0"/>
    <w:rsid w:val="00E234F1"/>
    <w:rsid w:val="00E246E2"/>
    <w:rsid w:val="00E269D3"/>
    <w:rsid w:val="00E323CB"/>
    <w:rsid w:val="00E33B72"/>
    <w:rsid w:val="00E353AE"/>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C7B7E"/>
    <w:rsid w:val="00ED37B1"/>
    <w:rsid w:val="00EE776A"/>
    <w:rsid w:val="00EF7937"/>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6580A"/>
    <w:rsid w:val="00F73EDC"/>
    <w:rsid w:val="00F7628D"/>
    <w:rsid w:val="00F76CEA"/>
    <w:rsid w:val="00F844CA"/>
    <w:rsid w:val="00F84A39"/>
    <w:rsid w:val="00F8617E"/>
    <w:rsid w:val="00F90671"/>
    <w:rsid w:val="00FA4ACA"/>
    <w:rsid w:val="00FA6DCF"/>
    <w:rsid w:val="00FB2638"/>
    <w:rsid w:val="00FB4BA8"/>
    <w:rsid w:val="00FB7563"/>
    <w:rsid w:val="00FC32C3"/>
    <w:rsid w:val="00FC5DCC"/>
    <w:rsid w:val="00FE1612"/>
    <w:rsid w:val="00FE66AE"/>
    <w:rsid w:val="00FF2CE0"/>
    <w:rsid w:val="00FF5536"/>
    <w:rsid w:val="00FF559C"/>
    <w:rsid w:val="00FF5F3C"/>
    <w:rsid w:val="00FF6A04"/>
    <w:rsid w:val="1F708AFF"/>
    <w:rsid w:val="57C70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813247"/>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320619101">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664282634">
      <w:bodyDiv w:val="1"/>
      <w:marLeft w:val="0"/>
      <w:marRight w:val="0"/>
      <w:marTop w:val="0"/>
      <w:marBottom w:val="0"/>
      <w:divBdr>
        <w:top w:val="none" w:sz="0" w:space="0" w:color="auto"/>
        <w:left w:val="none" w:sz="0" w:space="0" w:color="auto"/>
        <w:bottom w:val="none" w:sz="0" w:space="0" w:color="auto"/>
        <w:right w:val="none" w:sz="0" w:space="0" w:color="auto"/>
      </w:divBdr>
      <w:divsChild>
        <w:div w:id="342318278">
          <w:marLeft w:val="547"/>
          <w:marRight w:val="0"/>
          <w:marTop w:val="0"/>
          <w:marBottom w:val="0"/>
          <w:divBdr>
            <w:top w:val="none" w:sz="0" w:space="0" w:color="auto"/>
            <w:left w:val="none" w:sz="0" w:space="0" w:color="auto"/>
            <w:bottom w:val="none" w:sz="0" w:space="0" w:color="auto"/>
            <w:right w:val="none" w:sz="0" w:space="0" w:color="auto"/>
          </w:divBdr>
        </w:div>
        <w:div w:id="1842772089">
          <w:marLeft w:val="547"/>
          <w:marRight w:val="0"/>
          <w:marTop w:val="0"/>
          <w:marBottom w:val="0"/>
          <w:divBdr>
            <w:top w:val="none" w:sz="0" w:space="0" w:color="auto"/>
            <w:left w:val="none" w:sz="0" w:space="0" w:color="auto"/>
            <w:bottom w:val="none" w:sz="0" w:space="0" w:color="auto"/>
            <w:right w:val="none" w:sz="0" w:space="0" w:color="auto"/>
          </w:divBdr>
        </w:div>
        <w:div w:id="1738892368">
          <w:marLeft w:val="547"/>
          <w:marRight w:val="0"/>
          <w:marTop w:val="0"/>
          <w:marBottom w:val="0"/>
          <w:divBdr>
            <w:top w:val="none" w:sz="0" w:space="0" w:color="auto"/>
            <w:left w:val="none" w:sz="0" w:space="0" w:color="auto"/>
            <w:bottom w:val="none" w:sz="0" w:space="0" w:color="auto"/>
            <w:right w:val="none" w:sz="0" w:space="0" w:color="auto"/>
          </w:divBdr>
        </w:div>
        <w:div w:id="1151945113">
          <w:marLeft w:val="547"/>
          <w:marRight w:val="0"/>
          <w:marTop w:val="0"/>
          <w:marBottom w:val="0"/>
          <w:divBdr>
            <w:top w:val="none" w:sz="0" w:space="0" w:color="auto"/>
            <w:left w:val="none" w:sz="0" w:space="0" w:color="auto"/>
            <w:bottom w:val="none" w:sz="0" w:space="0" w:color="auto"/>
            <w:right w:val="none" w:sz="0" w:space="0" w:color="auto"/>
          </w:divBdr>
        </w:div>
        <w:div w:id="1024020998">
          <w:marLeft w:val="547"/>
          <w:marRight w:val="0"/>
          <w:marTop w:val="0"/>
          <w:marBottom w:val="0"/>
          <w:divBdr>
            <w:top w:val="none" w:sz="0" w:space="0" w:color="auto"/>
            <w:left w:val="none" w:sz="0" w:space="0" w:color="auto"/>
            <w:bottom w:val="none" w:sz="0" w:space="0" w:color="auto"/>
            <w:right w:val="none" w:sz="0" w:space="0" w:color="auto"/>
          </w:divBdr>
        </w:div>
        <w:div w:id="382486744">
          <w:marLeft w:val="547"/>
          <w:marRight w:val="0"/>
          <w:marTop w:val="0"/>
          <w:marBottom w:val="0"/>
          <w:divBdr>
            <w:top w:val="none" w:sz="0" w:space="0" w:color="auto"/>
            <w:left w:val="none" w:sz="0" w:space="0" w:color="auto"/>
            <w:bottom w:val="none" w:sz="0" w:space="0" w:color="auto"/>
            <w:right w:val="none" w:sz="0" w:space="0" w:color="auto"/>
          </w:divBdr>
        </w:div>
        <w:div w:id="640885441">
          <w:marLeft w:val="547"/>
          <w:marRight w:val="0"/>
          <w:marTop w:val="0"/>
          <w:marBottom w:val="0"/>
          <w:divBdr>
            <w:top w:val="none" w:sz="0" w:space="0" w:color="auto"/>
            <w:left w:val="none" w:sz="0" w:space="0" w:color="auto"/>
            <w:bottom w:val="none" w:sz="0" w:space="0" w:color="auto"/>
            <w:right w:val="none" w:sz="0" w:space="0" w:color="auto"/>
          </w:divBdr>
        </w:div>
        <w:div w:id="176235354">
          <w:marLeft w:val="547"/>
          <w:marRight w:val="0"/>
          <w:marTop w:val="0"/>
          <w:marBottom w:val="0"/>
          <w:divBdr>
            <w:top w:val="none" w:sz="0" w:space="0" w:color="auto"/>
            <w:left w:val="none" w:sz="0" w:space="0" w:color="auto"/>
            <w:bottom w:val="none" w:sz="0" w:space="0" w:color="auto"/>
            <w:right w:val="none" w:sz="0" w:space="0" w:color="auto"/>
          </w:divBdr>
        </w:div>
        <w:div w:id="806580967">
          <w:marLeft w:val="547"/>
          <w:marRight w:val="0"/>
          <w:marTop w:val="0"/>
          <w:marBottom w:val="0"/>
          <w:divBdr>
            <w:top w:val="none" w:sz="0" w:space="0" w:color="auto"/>
            <w:left w:val="none" w:sz="0" w:space="0" w:color="auto"/>
            <w:bottom w:val="none" w:sz="0" w:space="0" w:color="auto"/>
            <w:right w:val="none" w:sz="0" w:space="0" w:color="auto"/>
          </w:divBdr>
        </w:div>
      </w:divsChild>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4340268">
      <w:bodyDiv w:val="1"/>
      <w:marLeft w:val="0"/>
      <w:marRight w:val="0"/>
      <w:marTop w:val="0"/>
      <w:marBottom w:val="0"/>
      <w:divBdr>
        <w:top w:val="none" w:sz="0" w:space="0" w:color="auto"/>
        <w:left w:val="none" w:sz="0" w:space="0" w:color="auto"/>
        <w:bottom w:val="none" w:sz="0" w:space="0" w:color="auto"/>
        <w:right w:val="none" w:sz="0" w:space="0" w:color="auto"/>
      </w:divBdr>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427609">
      <w:bodyDiv w:val="1"/>
      <w:marLeft w:val="0"/>
      <w:marRight w:val="0"/>
      <w:marTop w:val="0"/>
      <w:marBottom w:val="0"/>
      <w:divBdr>
        <w:top w:val="none" w:sz="0" w:space="0" w:color="auto"/>
        <w:left w:val="none" w:sz="0" w:space="0" w:color="auto"/>
        <w:bottom w:val="none" w:sz="0" w:space="0" w:color="auto"/>
        <w:right w:val="none" w:sz="0" w:space="0" w:color="auto"/>
      </w:divBdr>
    </w:div>
    <w:div w:id="1601060755">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677607790">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www.mutechteacherne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bestdigitalpianoguides.com/best-ways-to-learn-intervals-on-piano/" TargetMode="External"/><Relationship Id="rId2" Type="http://schemas.openxmlformats.org/officeDocument/2006/relationships/customXml" Target="../customXml/item2.xml"/><Relationship Id="rId16" Type="http://schemas.openxmlformats.org/officeDocument/2006/relationships/hyperlink" Target="http://www.daveconservatoire.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2.xml><?xml version="1.0" encoding="utf-8"?>
<ds:datastoreItem xmlns:ds="http://schemas.openxmlformats.org/officeDocument/2006/customXml" ds:itemID="{C02131BE-0AED-2B4D-B63B-6A09A073F308}">
  <ds:schemaRefs>
    <ds:schemaRef ds:uri="http://schemas.openxmlformats.org/officeDocument/2006/bibliography"/>
  </ds:schemaRefs>
</ds:datastoreItem>
</file>

<file path=customXml/itemProps3.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4.xml><?xml version="1.0" encoding="utf-8"?>
<ds:datastoreItem xmlns:ds="http://schemas.openxmlformats.org/officeDocument/2006/customXml" ds:itemID="{40D2F0CB-0641-4388-B823-E4BD0DBD6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2</TotalTime>
  <Pages>3</Pages>
  <Words>949</Words>
  <Characters>5413</Characters>
  <Application>Microsoft Office Word</Application>
  <DocSecurity>0</DocSecurity>
  <Lines>45</Lines>
  <Paragraphs>12</Paragraphs>
  <ScaleCrop>false</ScaleCrop>
  <Company>FCSS</Company>
  <LinksUpToDate>false</LinksUpToDate>
  <CharactersWithSpaces>6350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4</cp:revision>
  <cp:lastPrinted>2014-05-16T02:25:00Z</cp:lastPrinted>
  <dcterms:created xsi:type="dcterms:W3CDTF">2021-12-07T00:50:00Z</dcterms:created>
  <dcterms:modified xsi:type="dcterms:W3CDTF">2025-01-30T05:19:00Z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